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1A683" w14:textId="00530C53" w:rsidR="00296D3C" w:rsidRDefault="00296D3C" w:rsidP="00C977F1">
      <w:pPr>
        <w:pStyle w:val="Heading2"/>
      </w:pPr>
      <w:r>
        <w:t>Overview</w:t>
      </w:r>
    </w:p>
    <w:p w14:paraId="262F8150" w14:textId="786DB770" w:rsidR="00C977F1" w:rsidRDefault="00296D3C" w:rsidP="009273DD">
      <w:pPr>
        <w:rPr>
          <w:lang w:eastAsia="en-US"/>
        </w:rPr>
      </w:pPr>
      <w:r>
        <w:rPr>
          <w:lang w:eastAsia="en-US"/>
        </w:rPr>
        <w:t xml:space="preserve">X-Frame Revit components have been designed </w:t>
      </w:r>
      <w:r w:rsidR="00C977F1">
        <w:rPr>
          <w:lang w:eastAsia="en-US"/>
        </w:rPr>
        <w:t xml:space="preserve">to operate as standard Revit modelling functions which would be familiar to a novice user. </w:t>
      </w:r>
    </w:p>
    <w:p w14:paraId="77656E99" w14:textId="3D8E7001" w:rsidR="00C977F1" w:rsidRDefault="00C977F1" w:rsidP="009273DD">
      <w:pPr>
        <w:rPr>
          <w:lang w:eastAsia="en-US"/>
        </w:rPr>
      </w:pPr>
      <w:r>
        <w:rPr>
          <w:lang w:eastAsia="en-US"/>
        </w:rPr>
        <w:t>X-Frame Revit base components are dynamic and change automatically depending on their dimensions.  This allows the user to focus on designing with the X-Frame components rather than learning the intricacies of the system.</w:t>
      </w:r>
    </w:p>
    <w:p w14:paraId="5D14098C" w14:textId="3041BAED" w:rsidR="00296D3C" w:rsidRDefault="00296D3C" w:rsidP="00C977F1">
      <w:pPr>
        <w:pStyle w:val="Heading2"/>
      </w:pPr>
      <w:r>
        <w:t>Components</w:t>
      </w:r>
    </w:p>
    <w:p w14:paraId="694278D9" w14:textId="0E14C473" w:rsidR="00C977F1" w:rsidRDefault="00C977F1" w:rsidP="009273DD">
      <w:pPr>
        <w:rPr>
          <w:lang w:eastAsia="en-US"/>
        </w:rPr>
      </w:pPr>
      <w:r>
        <w:rPr>
          <w:lang w:eastAsia="en-US"/>
        </w:rPr>
        <w:t>The X-Frame base components have been loaded into standard building fabric tools (walls &amp; roof) which utilise a pre-defined grid structure.  These tools are primarily used by the industry to produce curtain walls, windows and other repetitive building components.</w:t>
      </w:r>
    </w:p>
    <w:p w14:paraId="793D9905" w14:textId="422D9A75" w:rsidR="00C977F1" w:rsidRDefault="00C977F1" w:rsidP="009273DD">
      <w:pPr>
        <w:rPr>
          <w:lang w:eastAsia="en-US"/>
        </w:rPr>
      </w:pPr>
      <w:r>
        <w:rPr>
          <w:lang w:eastAsia="en-US"/>
        </w:rPr>
        <w:t>The grid dimensions determine the rules which X-Frame modules operates under and subsequently calculates the correct X-Frame panel types to be reported without the user intervening.</w:t>
      </w:r>
    </w:p>
    <w:p w14:paraId="7DBCD520" w14:textId="7CF903EF" w:rsidR="00296D3C" w:rsidRDefault="00296D3C" w:rsidP="00C977F1">
      <w:pPr>
        <w:pStyle w:val="Heading3"/>
      </w:pPr>
      <w:r>
        <w:t>X-Frame family structure</w:t>
      </w:r>
    </w:p>
    <w:p w14:paraId="6A65BB49" w14:textId="1F1B5620" w:rsidR="00296D3C" w:rsidRDefault="00296D3C" w:rsidP="00296D3C">
      <w:pPr>
        <w:pStyle w:val="ListParagraph"/>
      </w:pPr>
      <w:r>
        <w:t>Generic Model:  Base X-Frame componentry</w:t>
      </w:r>
    </w:p>
    <w:p w14:paraId="76C3D54D" w14:textId="77777777" w:rsidR="00C977F1" w:rsidRDefault="00C977F1" w:rsidP="00C977F1">
      <w:pPr>
        <w:pStyle w:val="ListParagraph"/>
        <w:numPr>
          <w:ilvl w:val="0"/>
          <w:numId w:val="0"/>
        </w:numPr>
        <w:ind w:left="720"/>
      </w:pPr>
    </w:p>
    <w:p w14:paraId="5673BFEC" w14:textId="324051AC" w:rsidR="00296D3C" w:rsidRDefault="00296D3C" w:rsidP="00296D3C">
      <w:pPr>
        <w:pStyle w:val="ListParagraph"/>
      </w:pPr>
      <w:r>
        <w:t>Curtain Panel: X-Frame assembled panel module</w:t>
      </w:r>
    </w:p>
    <w:p w14:paraId="7F4FFBF6" w14:textId="4DA743FA" w:rsidR="00296D3C" w:rsidRDefault="00296D3C" w:rsidP="00296D3C">
      <w:pPr>
        <w:pStyle w:val="ListParagraph"/>
        <w:numPr>
          <w:ilvl w:val="1"/>
          <w:numId w:val="26"/>
        </w:numPr>
      </w:pPr>
      <w:r>
        <w:t>Subtype: X-Frame door curtain panel module</w:t>
      </w:r>
    </w:p>
    <w:p w14:paraId="4B280D55" w14:textId="51DAD658" w:rsidR="00296D3C" w:rsidRDefault="00296D3C" w:rsidP="00296D3C">
      <w:pPr>
        <w:pStyle w:val="ListParagraph"/>
        <w:numPr>
          <w:ilvl w:val="1"/>
          <w:numId w:val="26"/>
        </w:numPr>
      </w:pPr>
      <w:r>
        <w:t>Subtype: X-Frame window curtain panel module</w:t>
      </w:r>
    </w:p>
    <w:p w14:paraId="535DD30C" w14:textId="77777777" w:rsidR="00C977F1" w:rsidRDefault="00C977F1" w:rsidP="00C977F1">
      <w:pPr>
        <w:pStyle w:val="ListParagraph"/>
        <w:numPr>
          <w:ilvl w:val="0"/>
          <w:numId w:val="0"/>
        </w:numPr>
        <w:ind w:left="1440"/>
      </w:pPr>
    </w:p>
    <w:p w14:paraId="4FC4F202" w14:textId="70717B7E" w:rsidR="00296D3C" w:rsidRDefault="00296D3C" w:rsidP="00296D3C">
      <w:pPr>
        <w:pStyle w:val="ListParagraph"/>
      </w:pPr>
      <w:r>
        <w:t>System Family Types:</w:t>
      </w:r>
    </w:p>
    <w:p w14:paraId="4C9B740E" w14:textId="2063F117" w:rsidR="00296D3C" w:rsidRDefault="00296D3C" w:rsidP="00296D3C">
      <w:pPr>
        <w:pStyle w:val="ListParagraph"/>
        <w:numPr>
          <w:ilvl w:val="1"/>
          <w:numId w:val="26"/>
        </w:numPr>
      </w:pPr>
      <w:r>
        <w:t>Curtain wall: For wall modelling</w:t>
      </w:r>
    </w:p>
    <w:p w14:paraId="3524CBEF" w14:textId="6DF2C373" w:rsidR="00296D3C" w:rsidRPr="00296D3C" w:rsidRDefault="00296D3C" w:rsidP="00296D3C">
      <w:pPr>
        <w:pStyle w:val="ListParagraph"/>
        <w:numPr>
          <w:ilvl w:val="1"/>
          <w:numId w:val="26"/>
        </w:numPr>
      </w:pPr>
      <w:r>
        <w:t>Sloped glazing: For roof and floor modelling</w:t>
      </w:r>
    </w:p>
    <w:p w14:paraId="1E58108D" w14:textId="411064F7" w:rsidR="00C977F1" w:rsidRDefault="00C977F1" w:rsidP="00C977F1">
      <w:pPr>
        <w:pStyle w:val="Heading2"/>
      </w:pPr>
      <w:r>
        <w:br w:type="column"/>
      </w:r>
      <w:r w:rsidR="00296D3C">
        <w:t>Walls</w:t>
      </w:r>
    </w:p>
    <w:p w14:paraId="58FC91A3" w14:textId="380F40C6" w:rsidR="00C977F1" w:rsidRDefault="00C977F1" w:rsidP="00C977F1">
      <w:pPr>
        <w:pStyle w:val="Heading3"/>
      </w:pPr>
      <w:r>
        <w:t>Overview</w:t>
      </w:r>
    </w:p>
    <w:p w14:paraId="784C82E2" w14:textId="4DC12AE5" w:rsidR="00C977F1" w:rsidRDefault="00296D3C" w:rsidP="00296D3C">
      <w:pPr>
        <w:rPr>
          <w:lang w:eastAsia="en-US"/>
        </w:rPr>
      </w:pPr>
      <w:r>
        <w:rPr>
          <w:lang w:eastAsia="en-US"/>
        </w:rPr>
        <w:t>Walls can be modelled under the standard wall function, specifically as curtain walls.</w:t>
      </w:r>
      <w:r w:rsidR="00C977F1">
        <w:rPr>
          <w:lang w:eastAsia="en-US"/>
        </w:rPr>
        <w:t xml:space="preserve">  </w:t>
      </w:r>
    </w:p>
    <w:p w14:paraId="06977919" w14:textId="088C8B9D" w:rsidR="00C977F1" w:rsidRDefault="00C977F1" w:rsidP="00296D3C">
      <w:pPr>
        <w:rPr>
          <w:lang w:eastAsia="en-US"/>
        </w:rPr>
      </w:pPr>
      <w:r w:rsidRPr="00C977F1">
        <w:rPr>
          <w:noProof/>
          <w:lang w:eastAsia="en-US"/>
        </w:rPr>
        <w:drawing>
          <wp:inline distT="0" distB="0" distL="0" distR="0" wp14:anchorId="12D4BAA3" wp14:editId="4D35AC2F">
            <wp:extent cx="2646136" cy="2302040"/>
            <wp:effectExtent l="0" t="0" r="1905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5599" cy="232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AB592" w14:textId="77777777" w:rsidR="00C977F1" w:rsidRDefault="00C977F1" w:rsidP="00C977F1">
      <w:pPr>
        <w:rPr>
          <w:lang w:eastAsia="en-US"/>
        </w:rPr>
      </w:pPr>
      <w:r>
        <w:rPr>
          <w:lang w:eastAsia="en-US"/>
        </w:rPr>
        <w:t xml:space="preserve">Wall types are pre-set at certain modular heights to assist in planning for an efficient X-Frame design, from 1.2m to 3.6m.  </w:t>
      </w:r>
    </w:p>
    <w:p w14:paraId="17E98F6F" w14:textId="2CFE24E8" w:rsidR="00C977F1" w:rsidRDefault="00C977F1" w:rsidP="00C977F1">
      <w:r>
        <w:rPr>
          <w:lang w:eastAsia="en-US"/>
        </w:rPr>
        <w:t>The selected wall</w:t>
      </w:r>
      <w:r>
        <w:t xml:space="preserve"> module will terminate at the prescribed height.  Walls can be drawn higher as Revit will keep repeating the module height and truncate the panels at odd heights.</w:t>
      </w:r>
    </w:p>
    <w:p w14:paraId="5EAC13AB" w14:textId="76302813" w:rsidR="00C977F1" w:rsidRDefault="00C977F1" w:rsidP="00296D3C">
      <w:pPr>
        <w:rPr>
          <w:lang w:eastAsia="en-US"/>
        </w:rPr>
      </w:pPr>
      <w:r>
        <w:t>The X-Frame component supports odd panel sizes and will report an ‘infill’ panel which can be easily be identified its’ red colour.</w:t>
      </w:r>
    </w:p>
    <w:p w14:paraId="02C9D826" w14:textId="2A461BFA" w:rsidR="00296D3C" w:rsidRDefault="00C977F1" w:rsidP="00296D3C">
      <w:pPr>
        <w:rPr>
          <w:lang w:eastAsia="en-US"/>
        </w:rPr>
      </w:pPr>
      <w:r>
        <w:rPr>
          <w:lang w:eastAsia="en-US"/>
        </w:rPr>
        <w:t>There are two types of X-Frame Revit walls: Sketch and Detailed Design.</w:t>
      </w:r>
    </w:p>
    <w:p w14:paraId="6CDE5788" w14:textId="77777777" w:rsidR="00C977F1" w:rsidRDefault="00C977F1" w:rsidP="00C977F1">
      <w:pPr>
        <w:pStyle w:val="Heading3"/>
      </w:pPr>
      <w:r>
        <w:br w:type="page"/>
      </w:r>
    </w:p>
    <w:p w14:paraId="2A006977" w14:textId="7818E121" w:rsidR="00C977F1" w:rsidRDefault="00C977F1" w:rsidP="00C977F1">
      <w:pPr>
        <w:pStyle w:val="Heading3"/>
      </w:pPr>
      <w:r>
        <w:lastRenderedPageBreak/>
        <w:t>Sketch Walls</w:t>
      </w:r>
    </w:p>
    <w:p w14:paraId="35043FCC" w14:textId="5825F7DA" w:rsidR="00C977F1" w:rsidRPr="00C977F1" w:rsidRDefault="00C977F1" w:rsidP="00C977F1">
      <w:pPr>
        <w:rPr>
          <w:lang w:eastAsia="en-US"/>
        </w:rPr>
      </w:pPr>
      <w:r w:rsidRPr="00C977F1">
        <w:rPr>
          <w:noProof/>
          <w:lang w:eastAsia="en-US"/>
        </w:rPr>
        <w:drawing>
          <wp:inline distT="0" distB="0" distL="0" distR="0" wp14:anchorId="43A248BA" wp14:editId="0FC73571">
            <wp:extent cx="2554514" cy="20436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4514" cy="2043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69E3" w14:textId="77777777" w:rsidR="00C977F1" w:rsidRDefault="00C977F1" w:rsidP="00296D3C">
      <w:pPr>
        <w:rPr>
          <w:lang w:eastAsia="en-US"/>
        </w:rPr>
      </w:pPr>
      <w:r>
        <w:rPr>
          <w:lang w:eastAsia="en-US"/>
        </w:rPr>
        <w:t xml:space="preserve">Sketch walls are designed to provide the most speed and efficiency in modelling and manipulating the model design.  </w:t>
      </w:r>
    </w:p>
    <w:p w14:paraId="448E916F" w14:textId="0E7ED014" w:rsidR="00C977F1" w:rsidRDefault="00C977F1" w:rsidP="00296D3C">
      <w:pPr>
        <w:rPr>
          <w:lang w:eastAsia="en-US"/>
        </w:rPr>
      </w:pPr>
      <w:r>
        <w:rPr>
          <w:lang w:eastAsia="en-US"/>
        </w:rPr>
        <w:t>Guide lines and warnings are active to assist with efficient module planning and to educate the user as to where improvements can be made.</w:t>
      </w:r>
    </w:p>
    <w:p w14:paraId="320139C0" w14:textId="040E992A" w:rsidR="00C977F1" w:rsidRDefault="00C977F1" w:rsidP="00296D3C">
      <w:pPr>
        <w:rPr>
          <w:lang w:eastAsia="en-US"/>
        </w:rPr>
      </w:pPr>
      <w:r w:rsidRPr="00C977F1">
        <w:rPr>
          <w:noProof/>
          <w:lang w:eastAsia="en-US"/>
        </w:rPr>
        <w:drawing>
          <wp:inline distT="0" distB="0" distL="0" distR="0" wp14:anchorId="3F168280" wp14:editId="7290F286">
            <wp:extent cx="2516142" cy="189119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3443" cy="1911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82C40" w14:textId="5C88A824" w:rsidR="00C977F1" w:rsidRDefault="00C977F1" w:rsidP="00C977F1">
      <w:r>
        <w:t>It is recommended when initially modelling with X-Frame that sketch walls are used to allow Revit to process changes quickly and improve the overall experience.</w:t>
      </w:r>
    </w:p>
    <w:p w14:paraId="3318DC12" w14:textId="51764E79" w:rsidR="00C977F1" w:rsidRDefault="00C977F1" w:rsidP="00C977F1">
      <w:r>
        <w:t>When a design is at the point where more detail is required, sketch walls can be easily converted to detailed walls.</w:t>
      </w:r>
    </w:p>
    <w:p w14:paraId="42AD4D00" w14:textId="4B01BB48" w:rsidR="00C977F1" w:rsidRDefault="00C977F1" w:rsidP="00C977F1">
      <w:r w:rsidRPr="00C977F1">
        <w:rPr>
          <w:noProof/>
        </w:rPr>
        <w:drawing>
          <wp:inline distT="0" distB="0" distL="0" distR="0" wp14:anchorId="1C7A9C10" wp14:editId="26C1E2A9">
            <wp:extent cx="2512315" cy="2321832"/>
            <wp:effectExtent l="0" t="0" r="254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6106" cy="2334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9477C" w14:textId="77777777" w:rsidR="00C977F1" w:rsidRDefault="00C977F1" w:rsidP="00296D3C">
      <w:pPr>
        <w:rPr>
          <w:lang w:eastAsia="en-US"/>
        </w:rPr>
      </w:pPr>
    </w:p>
    <w:p w14:paraId="1AEABABC" w14:textId="6D81B22F" w:rsidR="00C977F1" w:rsidRDefault="00C977F1" w:rsidP="00C977F1">
      <w:pPr>
        <w:pStyle w:val="Heading3"/>
      </w:pPr>
      <w:r>
        <w:t>Detailed Walls</w:t>
      </w:r>
    </w:p>
    <w:p w14:paraId="2F6D4126" w14:textId="3DB4F1FF" w:rsidR="00C977F1" w:rsidRDefault="00C977F1" w:rsidP="00C977F1">
      <w:r>
        <w:t>When converting X-Frame to detailed mode, Revit will automatically populate the model with the correct X-Frame panels and provide the user with options to deal with corner and tee junction conditions.</w:t>
      </w:r>
    </w:p>
    <w:p w14:paraId="61B48C17" w14:textId="2AF9C4DA" w:rsidR="00C977F1" w:rsidRDefault="00C977F1" w:rsidP="00C977F1"/>
    <w:p w14:paraId="377AE9C2" w14:textId="239DB760" w:rsidR="00C977F1" w:rsidRDefault="00C977F1" w:rsidP="00C977F1">
      <w:pPr>
        <w:pStyle w:val="Heading3"/>
      </w:pPr>
      <w:r>
        <w:t>Wall Corners</w:t>
      </w:r>
    </w:p>
    <w:p w14:paraId="7E809E0F" w14:textId="77777777" w:rsidR="00C977F1" w:rsidRDefault="00C977F1" w:rsidP="00C977F1">
      <w:r>
        <w:t xml:space="preserve">Detailing corners with X-Frame is a simple as selecting the checkboxes which applies to the desired corner.  </w:t>
      </w:r>
    </w:p>
    <w:p w14:paraId="13356D20" w14:textId="6BD8FD77" w:rsidR="00C977F1" w:rsidRDefault="00C977F1" w:rsidP="00C977F1">
      <w:r>
        <w:t>Corner conditions rely on the user to extend one panel and trim the other to create a neat butt joint:</w:t>
      </w:r>
    </w:p>
    <w:p w14:paraId="2646214D" w14:textId="6ADC9CEC" w:rsidR="00C977F1" w:rsidRDefault="00C977F1" w:rsidP="00C977F1">
      <w:r>
        <w:rPr>
          <w:noProof/>
        </w:rPr>
        <w:drawing>
          <wp:inline distT="0" distB="0" distL="0" distR="0" wp14:anchorId="2C7D0358" wp14:editId="19F6BCF2">
            <wp:extent cx="2528661" cy="811303"/>
            <wp:effectExtent l="0" t="0" r="508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1811" cy="831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1DDC6" w14:textId="77777777" w:rsidR="00C977F1" w:rsidRDefault="00C977F1">
      <w:pPr>
        <w:spacing w:after="200" w:line="276" w:lineRule="auto"/>
        <w:rPr>
          <w:rFonts w:ascii="Graphik Semibold" w:eastAsia="Calibri" w:hAnsi="Graphik Semibold" w:cs="Calibri"/>
          <w:color w:val="000000"/>
          <w:lang w:eastAsia="en-US"/>
        </w:rPr>
      </w:pPr>
      <w:r>
        <w:br w:type="page"/>
      </w:r>
    </w:p>
    <w:p w14:paraId="40800AB3" w14:textId="7490B2EA" w:rsidR="00C977F1" w:rsidRDefault="00C977F1" w:rsidP="00C977F1">
      <w:pPr>
        <w:pStyle w:val="Heading2"/>
      </w:pPr>
      <w:r>
        <w:lastRenderedPageBreak/>
        <w:t>Windows &amp; Doors</w:t>
      </w:r>
    </w:p>
    <w:p w14:paraId="4C992613" w14:textId="6A769DEF" w:rsidR="00C977F1" w:rsidRDefault="00C977F1" w:rsidP="00C977F1">
      <w:r>
        <w:t>Individual panels can be manipulated by the user tabbing to them, unpinning and swapping the panel module for a door or window as available from the types list.</w:t>
      </w:r>
    </w:p>
    <w:p w14:paraId="21F8951D" w14:textId="2235C8ED" w:rsidR="00C977F1" w:rsidRDefault="00C977F1" w:rsidP="00296D3C">
      <w:pPr>
        <w:rPr>
          <w:lang w:eastAsia="en-US"/>
        </w:rPr>
      </w:pPr>
      <w:r w:rsidRPr="00C977F1">
        <w:rPr>
          <w:noProof/>
          <w:lang w:eastAsia="en-US"/>
        </w:rPr>
        <w:drawing>
          <wp:inline distT="0" distB="0" distL="0" distR="0" wp14:anchorId="7730A0EF" wp14:editId="7FFD9B72">
            <wp:extent cx="2439760" cy="227443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8165" cy="228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62AD6" w14:textId="081DDECD" w:rsidR="00296D3C" w:rsidRDefault="00296D3C" w:rsidP="00C977F1">
      <w:pPr>
        <w:pStyle w:val="Heading2"/>
      </w:pPr>
      <w:r>
        <w:t>Roof</w:t>
      </w:r>
    </w:p>
    <w:p w14:paraId="78D3C449" w14:textId="13717244" w:rsidR="009273DD" w:rsidRDefault="00296D3C" w:rsidP="00296D3C">
      <w:pPr>
        <w:rPr>
          <w:lang w:eastAsia="en-US"/>
        </w:rPr>
      </w:pPr>
      <w:r>
        <w:rPr>
          <w:lang w:eastAsia="en-US"/>
        </w:rPr>
        <w:t>Roofs can be modelled under the standard roof function, sloped glazing.</w:t>
      </w:r>
    </w:p>
    <w:p w14:paraId="02396902" w14:textId="40DBC125" w:rsidR="00C977F1" w:rsidRDefault="00C977F1" w:rsidP="00296D3C">
      <w:pPr>
        <w:rPr>
          <w:lang w:eastAsia="en-US"/>
        </w:rPr>
      </w:pPr>
      <w:r w:rsidRPr="00C977F1">
        <w:rPr>
          <w:noProof/>
          <w:lang w:eastAsia="en-US"/>
        </w:rPr>
        <w:drawing>
          <wp:inline distT="0" distB="0" distL="0" distR="0" wp14:anchorId="498D82F4" wp14:editId="04EE35CE">
            <wp:extent cx="2654935" cy="26104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61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11E42" w14:textId="17C2B3E9" w:rsidR="00C977F1" w:rsidRDefault="00C977F1" w:rsidP="00C977F1">
      <w:pPr>
        <w:pStyle w:val="Heading2"/>
      </w:pPr>
      <w:r>
        <w:t>Floors</w:t>
      </w:r>
    </w:p>
    <w:p w14:paraId="63A22D93" w14:textId="237CA3EC" w:rsidR="00C977F1" w:rsidRDefault="00C977F1" w:rsidP="00C977F1">
      <w:pPr>
        <w:pStyle w:val="Heading2"/>
      </w:pPr>
      <w:r>
        <w:t>Scheduling</w:t>
      </w:r>
    </w:p>
    <w:p w14:paraId="1AFAE14D" w14:textId="77777777" w:rsidR="006841F8" w:rsidRDefault="006841F8" w:rsidP="00833680">
      <w:pPr>
        <w:pStyle w:val="Heading2"/>
      </w:pPr>
    </w:p>
    <w:p w14:paraId="520F4F44" w14:textId="30BE98DB" w:rsidR="00296D3C" w:rsidRDefault="00C977F1" w:rsidP="00833680">
      <w:pPr>
        <w:pStyle w:val="Heading2"/>
      </w:pPr>
      <w:r>
        <w:t>Dynamo</w:t>
      </w:r>
    </w:p>
    <w:p w14:paraId="5DDDB53D" w14:textId="160CBB4F" w:rsidR="00833680" w:rsidRDefault="00833680" w:rsidP="00833680">
      <w:r>
        <w:t xml:space="preserve">Requires Dynamo version 2.03 to be installed. </w:t>
      </w:r>
    </w:p>
    <w:p w14:paraId="017A8252" w14:textId="7E08A612" w:rsidR="00833680" w:rsidRDefault="00833680" w:rsidP="00833680">
      <w:r>
        <w:t xml:space="preserve">Download the version here: </w:t>
      </w:r>
    </w:p>
    <w:p w14:paraId="2CD803BD" w14:textId="18CE9F54" w:rsidR="00833680" w:rsidRDefault="00C723AF" w:rsidP="00833680">
      <w:hyperlink r:id="rId15" w:history="1">
        <w:r w:rsidR="00833680" w:rsidRPr="00A06F1A">
          <w:rPr>
            <w:rStyle w:val="Hyperlink"/>
          </w:rPr>
          <w:t>https://dyn-builds-data.s3-us-west-2.amazonaws.com/DynamoInstall2.0.4.exe</w:t>
        </w:r>
      </w:hyperlink>
    </w:p>
    <w:p w14:paraId="782D1285" w14:textId="6ABB9646" w:rsidR="00833680" w:rsidRDefault="00D60628" w:rsidP="00833680">
      <w:r>
        <w:t xml:space="preserve">Install Dynamo 2.0.4 and re-open Revit.  When opening Dynamo you may be asked which version you want to open – select version 2.0.4 </w:t>
      </w:r>
    </w:p>
    <w:p w14:paraId="6FB94BA1" w14:textId="329755E0" w:rsidR="00081B7C" w:rsidRDefault="00D60628" w:rsidP="00833680">
      <w:r>
        <w:t>You can check the version you are running by selecting the Help menu and selecting About</w:t>
      </w:r>
    </w:p>
    <w:p w14:paraId="6301F32B" w14:textId="72C64BE9" w:rsidR="00D60628" w:rsidRDefault="00D60628" w:rsidP="00833680">
      <w:r w:rsidRPr="00D60628">
        <w:rPr>
          <w:noProof/>
        </w:rPr>
        <w:drawing>
          <wp:inline distT="0" distB="0" distL="0" distR="0" wp14:anchorId="75E67F35" wp14:editId="555CF8A4">
            <wp:extent cx="2654935" cy="17151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B2C2C" w14:textId="694CAB84" w:rsidR="00081B7C" w:rsidRDefault="00081B7C" w:rsidP="00833680">
      <w:r>
        <w:t xml:space="preserve">The Dynamo script uses a number of nodes which must be downloaded and imported in to the library.  </w:t>
      </w:r>
    </w:p>
    <w:p w14:paraId="4C9A09C9" w14:textId="57CCECF0" w:rsidR="005C0EE2" w:rsidRDefault="005C0EE2" w:rsidP="00833680">
      <w:r>
        <w:t xml:space="preserve">The Orchid package needs to be installed, which cannot be installed via the inbuilt manager. </w:t>
      </w:r>
    </w:p>
    <w:p w14:paraId="1F16511F" w14:textId="2F7898E2" w:rsidR="005C0EE2" w:rsidRDefault="005C0EE2" w:rsidP="005C0EE2">
      <w:r>
        <w:t>To download the package go to:</w:t>
      </w:r>
      <w:hyperlink r:id="rId17" w:history="1"/>
      <w:r>
        <w:t xml:space="preserve"> </w:t>
      </w:r>
      <w:hyperlink r:id="rId18" w:history="1">
        <w:r w:rsidR="00CF23F7" w:rsidRPr="00E7313C">
          <w:rPr>
            <w:rStyle w:val="Hyperlink"/>
          </w:rPr>
          <w:t>https://github.com/erfajo/Orchid</w:t>
        </w:r>
        <w:r w:rsidR="00CF23F7" w:rsidRPr="00E7313C">
          <w:rPr>
            <w:rStyle w:val="Hyperlink"/>
          </w:rPr>
          <w:t>F</w:t>
        </w:r>
        <w:r w:rsidR="00CF23F7" w:rsidRPr="00E7313C">
          <w:rPr>
            <w:rStyle w:val="Hyperlink"/>
          </w:rPr>
          <w:t>orDynamo/raw/master/Builds/OrchidForDynamo_230.exe</w:t>
        </w:r>
      </w:hyperlink>
    </w:p>
    <w:p w14:paraId="3632D7A5" w14:textId="7AA1433F" w:rsidR="005C0EE2" w:rsidRDefault="005C0EE2" w:rsidP="005C0EE2">
      <w:r>
        <w:t xml:space="preserve">Download </w:t>
      </w:r>
      <w:r w:rsidR="00127F0C">
        <w:t>OrchidForDynamo_2</w:t>
      </w:r>
      <w:r w:rsidR="00DA2B20">
        <w:t>3</w:t>
      </w:r>
      <w:r w:rsidR="00127F0C">
        <w:t>0.exe</w:t>
      </w:r>
      <w:r>
        <w:t xml:space="preserve"> (</w:t>
      </w:r>
      <w:r w:rsidR="00127F0C">
        <w:t>Orchid executable installer</w:t>
      </w:r>
      <w:r>
        <w:t xml:space="preserve">) </w:t>
      </w:r>
    </w:p>
    <w:p w14:paraId="5787B66C" w14:textId="77777777" w:rsidR="005C0EE2" w:rsidRDefault="005C0EE2" w:rsidP="005C0EE2">
      <w:r>
        <w:t xml:space="preserve">The save location of the installer is not important. </w:t>
      </w:r>
    </w:p>
    <w:p w14:paraId="0C6E3324" w14:textId="1F000EB9" w:rsidR="005C0EE2" w:rsidRDefault="005C0EE2" w:rsidP="005C0EE2">
      <w:r>
        <w:t>When prompted select Install</w:t>
      </w:r>
      <w:r w:rsidR="00C723AF">
        <w:t>.</w:t>
      </w:r>
    </w:p>
    <w:p w14:paraId="20A20EBC" w14:textId="3BCD8DFD" w:rsidR="005375ED" w:rsidRDefault="005375ED" w:rsidP="00833680">
      <w:r>
        <w:t>The Lunchbox package also needs to be installed, which cannot be installed via the inbuil</w:t>
      </w:r>
      <w:r w:rsidR="005C0EE2">
        <w:t>t</w:t>
      </w:r>
      <w:r>
        <w:t xml:space="preserve"> manager. </w:t>
      </w:r>
    </w:p>
    <w:p w14:paraId="7DACDD63" w14:textId="5F7FF18A" w:rsidR="005375ED" w:rsidRDefault="005375ED" w:rsidP="00833680">
      <w:r>
        <w:t>To download the package go to:</w:t>
      </w:r>
      <w:hyperlink r:id="rId19" w:history="1"/>
      <w:r>
        <w:t xml:space="preserve"> </w:t>
      </w:r>
      <w:hyperlink r:id="rId20" w:history="1">
        <w:r w:rsidRPr="00E7313C">
          <w:rPr>
            <w:rStyle w:val="Hyperlink"/>
          </w:rPr>
          <w:t>https://provingground.io/tools/lunchbox/download-lunchbox-for-grasshopper/</w:t>
        </w:r>
      </w:hyperlink>
    </w:p>
    <w:p w14:paraId="724E3CB0" w14:textId="39EE6862" w:rsidR="005375ED" w:rsidRDefault="005375ED" w:rsidP="00833680">
      <w:r>
        <w:t>Download lunchbox (</w:t>
      </w:r>
      <w:r w:rsidRPr="005375ED">
        <w:t>lunchbox.installer.application</w:t>
      </w:r>
      <w:r>
        <w:t xml:space="preserve">) </w:t>
      </w:r>
    </w:p>
    <w:p w14:paraId="0A274DFF" w14:textId="3860D588" w:rsidR="005375ED" w:rsidRDefault="005375ED" w:rsidP="00833680">
      <w:r>
        <w:t xml:space="preserve">The save location of the installer is not important. </w:t>
      </w:r>
    </w:p>
    <w:p w14:paraId="75EC8C82" w14:textId="728CCF74" w:rsidR="005375ED" w:rsidRDefault="005375ED" w:rsidP="00833680">
      <w:r>
        <w:t>When prompted select Install</w:t>
      </w:r>
    </w:p>
    <w:p w14:paraId="028592A3" w14:textId="1EFF9BDD" w:rsidR="005375ED" w:rsidRDefault="005375ED" w:rsidP="00833680">
      <w:r w:rsidRPr="005375ED">
        <w:lastRenderedPageBreak/>
        <w:drawing>
          <wp:inline distT="0" distB="0" distL="0" distR="0" wp14:anchorId="601D603A" wp14:editId="4BAC9F1C">
            <wp:extent cx="2654935" cy="158369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B378A" w14:textId="77777777" w:rsidR="005375ED" w:rsidRDefault="005375ED" w:rsidP="00833680"/>
    <w:p w14:paraId="77449496" w14:textId="5B74996C" w:rsidR="006841F8" w:rsidRDefault="006841F8" w:rsidP="00833680">
      <w:r>
        <w:t xml:space="preserve">Place the </w:t>
      </w:r>
      <w:r w:rsidR="00B265E6">
        <w:t>two dynamo files (</w:t>
      </w:r>
      <w:r w:rsidR="00B265E6" w:rsidRPr="00B265E6">
        <w:t xml:space="preserve">XFrame Dynamo Script V2.dyn </w:t>
      </w:r>
      <w:r w:rsidR="00B265E6">
        <w:t xml:space="preserve">and </w:t>
      </w:r>
      <w:r w:rsidR="00B265E6" w:rsidRPr="00B265E6">
        <w:t xml:space="preserve">XFrame </w:t>
      </w:r>
      <w:r w:rsidR="00B265E6">
        <w:t>Panel Data Export</w:t>
      </w:r>
      <w:r w:rsidR="00B265E6" w:rsidRPr="00B265E6">
        <w:t xml:space="preserve"> V2.dy</w:t>
      </w:r>
      <w:r w:rsidR="00B265E6">
        <w:t>f)</w:t>
      </w:r>
      <w:r w:rsidR="00B265E6" w:rsidRPr="00B265E6">
        <w:t xml:space="preserve"> </w:t>
      </w:r>
      <w:r w:rsidR="00B265E6">
        <w:t xml:space="preserve">and </w:t>
      </w:r>
      <w:r>
        <w:t xml:space="preserve">template excel file in a location where you wish to save your export. </w:t>
      </w:r>
    </w:p>
    <w:p w14:paraId="18FB1D1D" w14:textId="7EBDD6E5" w:rsidR="00B265E6" w:rsidRDefault="00B265E6" w:rsidP="00833680">
      <w:r>
        <w:t>With Dynamo closed, open the Dynamo Player.  Browse to the folder which contains the dynamo files and click ok.</w:t>
      </w:r>
    </w:p>
    <w:p w14:paraId="341E6341" w14:textId="53EA0713" w:rsidR="00D60628" w:rsidRDefault="00B265E6" w:rsidP="00833680">
      <w:r>
        <w:t xml:space="preserve">You will now see the </w:t>
      </w:r>
      <w:r w:rsidRPr="00B265E6">
        <w:t>XFrame Dynamo Script V2</w:t>
      </w:r>
      <w:r>
        <w:t xml:space="preserve"> listed. </w:t>
      </w:r>
    </w:p>
    <w:p w14:paraId="541E55B8" w14:textId="6291CE60" w:rsidR="00B265E6" w:rsidRDefault="00B265E6" w:rsidP="00833680">
      <w:r>
        <w:t xml:space="preserve">Select the Edit Inputs button to the right of the Play button. </w:t>
      </w:r>
    </w:p>
    <w:p w14:paraId="0EA72BAB" w14:textId="38ADF004" w:rsidR="00B265E6" w:rsidRDefault="00B265E6" w:rsidP="00833680">
      <w:r>
        <w:t xml:space="preserve">Browse to the location of the excel template and click open. </w:t>
      </w:r>
    </w:p>
    <w:p w14:paraId="28D5BF37" w14:textId="77777777" w:rsidR="00B265E6" w:rsidRDefault="00B265E6" w:rsidP="00833680">
      <w:r>
        <w:t xml:space="preserve">Press the Play button to run the script. </w:t>
      </w:r>
    </w:p>
    <w:p w14:paraId="03DD9F40" w14:textId="46EB9DC7" w:rsidR="00B265E6" w:rsidRDefault="00B265E6" w:rsidP="00833680">
      <w:r>
        <w:t xml:space="preserve">The excel file should open and populate with the data extracted from the Revit file.  </w:t>
      </w:r>
    </w:p>
    <w:p w14:paraId="6D53BDA4" w14:textId="77777777" w:rsidR="00B265E6" w:rsidRDefault="00B265E6" w:rsidP="00833680"/>
    <w:p w14:paraId="2E35A67A" w14:textId="77777777" w:rsidR="00B265E6" w:rsidRDefault="00B265E6" w:rsidP="00833680"/>
    <w:p w14:paraId="0D22EED7" w14:textId="77777777" w:rsidR="00296D3C" w:rsidRPr="00296D3C" w:rsidRDefault="00296D3C" w:rsidP="00296D3C">
      <w:pPr>
        <w:rPr>
          <w:lang w:eastAsia="en-US"/>
        </w:rPr>
      </w:pPr>
    </w:p>
    <w:sectPr w:rsidR="00296D3C" w:rsidRPr="00296D3C" w:rsidSect="00C977F1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134" w:right="1021" w:bottom="1985" w:left="1814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AB05D" w14:textId="77777777" w:rsidR="00296D3C" w:rsidRDefault="00296D3C" w:rsidP="00212D61">
      <w:pPr>
        <w:spacing w:after="0" w:line="240" w:lineRule="auto"/>
      </w:pPr>
      <w:r>
        <w:separator/>
      </w:r>
    </w:p>
  </w:endnote>
  <w:endnote w:type="continuationSeparator" w:id="0">
    <w:p w14:paraId="2A13EA0A" w14:textId="77777777" w:rsidR="00296D3C" w:rsidRDefault="00296D3C" w:rsidP="00212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raphik Light">
    <w:panose1 w:val="020B0403030202060203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raphik">
    <w:altName w:val="Calibri"/>
    <w:charset w:val="00"/>
    <w:family w:val="auto"/>
    <w:pitch w:val="variable"/>
    <w:sig w:usb0="00000001" w:usb1="00000000" w:usb2="00000000" w:usb3="00000000" w:csb0="00000093" w:csb1="00000000"/>
  </w:font>
  <w:font w:name="Graphik Semibold">
    <w:panose1 w:val="020B0703030202060203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98DFE" w14:textId="77777777" w:rsidR="00212D61" w:rsidRDefault="00212D61" w:rsidP="00212D61">
    <w:r>
      <w:rPr>
        <w:noProof/>
      </w:rPr>
      <w:drawing>
        <wp:anchor distT="0" distB="0" distL="114300" distR="114300" simplePos="0" relativeHeight="251662336" behindDoc="0" locked="1" layoutInCell="1" allowOverlap="0" wp14:anchorId="207581F3" wp14:editId="57070F82">
          <wp:simplePos x="0" y="0"/>
          <wp:positionH relativeFrom="page">
            <wp:posOffset>1148715</wp:posOffset>
          </wp:positionH>
          <wp:positionV relativeFrom="page">
            <wp:posOffset>9749790</wp:posOffset>
          </wp:positionV>
          <wp:extent cx="5760000" cy="48600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udio nine Footer 16c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493A7E" w14:textId="77777777" w:rsidR="00212D61" w:rsidRPr="00212D61" w:rsidRDefault="00212D61" w:rsidP="00212D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093F9" w14:textId="31F9A4C7" w:rsidR="00C977F1" w:rsidRDefault="00C977F1">
    <w:pPr>
      <w:pStyle w:val="Footer"/>
    </w:pPr>
    <w:r>
      <w:rPr>
        <w:noProof/>
      </w:rPr>
      <w:drawing>
        <wp:anchor distT="0" distB="0" distL="114300" distR="114300" simplePos="0" relativeHeight="251668480" behindDoc="0" locked="1" layoutInCell="1" allowOverlap="0" wp14:anchorId="513340BB" wp14:editId="06CAE999">
          <wp:simplePos x="0" y="0"/>
          <wp:positionH relativeFrom="page">
            <wp:posOffset>1151890</wp:posOffset>
          </wp:positionH>
          <wp:positionV relativeFrom="page">
            <wp:posOffset>9752330</wp:posOffset>
          </wp:positionV>
          <wp:extent cx="5759450" cy="485775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udio nine Footer 16c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0C4D3" w14:textId="77777777" w:rsidR="00296D3C" w:rsidRDefault="00296D3C" w:rsidP="00212D61">
      <w:pPr>
        <w:spacing w:after="0" w:line="240" w:lineRule="auto"/>
      </w:pPr>
      <w:r>
        <w:separator/>
      </w:r>
    </w:p>
  </w:footnote>
  <w:footnote w:type="continuationSeparator" w:id="0">
    <w:p w14:paraId="5BC7E9F5" w14:textId="77777777" w:rsidR="00296D3C" w:rsidRDefault="00296D3C" w:rsidP="00212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D1B56" w14:textId="56AD601B" w:rsidR="00C977F1" w:rsidRDefault="00C977F1">
    <w:pPr>
      <w:pStyle w:val="Header"/>
      <w:jc w:val="right"/>
    </w:pPr>
    <w:r>
      <w:rPr>
        <w:noProof/>
      </w:rPr>
      <w:drawing>
        <wp:anchor distT="0" distB="0" distL="0" distR="0" simplePos="0" relativeHeight="251666432" behindDoc="1" locked="0" layoutInCell="1" allowOverlap="1" wp14:anchorId="544CD887" wp14:editId="277D1F95">
          <wp:simplePos x="0" y="0"/>
          <wp:positionH relativeFrom="margin">
            <wp:posOffset>0</wp:posOffset>
          </wp:positionH>
          <wp:positionV relativeFrom="paragraph">
            <wp:posOffset>-37193</wp:posOffset>
          </wp:positionV>
          <wp:extent cx="1375200" cy="45734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udio Nine Logo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200" cy="4573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68853251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44AC3DDE" w14:textId="781A3A34" w:rsidR="00212D61" w:rsidRDefault="00212D61" w:rsidP="00212D61">
    <w:pPr>
      <w:pStyle w:val="Header"/>
    </w:pPr>
  </w:p>
  <w:p w14:paraId="2137E82F" w14:textId="522C151E" w:rsidR="00C977F1" w:rsidRDefault="00C977F1" w:rsidP="00212D61">
    <w:pPr>
      <w:pStyle w:val="Header"/>
    </w:pPr>
  </w:p>
  <w:p w14:paraId="003309DA" w14:textId="06316163" w:rsidR="00C977F1" w:rsidRDefault="00C977F1" w:rsidP="00212D61">
    <w:pPr>
      <w:pStyle w:val="Header"/>
    </w:pPr>
  </w:p>
  <w:p w14:paraId="2F71C6AB" w14:textId="77777777" w:rsidR="00C977F1" w:rsidRDefault="00C977F1" w:rsidP="00212D61">
    <w:pPr>
      <w:pStyle w:val="Header"/>
    </w:pPr>
  </w:p>
  <w:p w14:paraId="2DCA0481" w14:textId="3F7BBE39" w:rsidR="00C977F1" w:rsidRDefault="00C977F1" w:rsidP="00212D61">
    <w:pPr>
      <w:pStyle w:val="Header"/>
    </w:pPr>
  </w:p>
  <w:p w14:paraId="093D78DC" w14:textId="77777777" w:rsidR="00C977F1" w:rsidRPr="00212D61" w:rsidRDefault="00C977F1" w:rsidP="00212D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5D85D" w14:textId="77777777" w:rsidR="00C977F1" w:rsidRDefault="00C977F1" w:rsidP="00C977F1">
    <w:pPr>
      <w:pStyle w:val="Header"/>
      <w:tabs>
        <w:tab w:val="clear" w:pos="4513"/>
        <w:tab w:val="clear" w:pos="9026"/>
        <w:tab w:val="left" w:pos="8533"/>
      </w:tabs>
      <w:jc w:val="right"/>
    </w:pPr>
    <w:r>
      <w:rPr>
        <w:noProof/>
      </w:rPr>
      <w:drawing>
        <wp:anchor distT="0" distB="0" distL="0" distR="0" simplePos="0" relativeHeight="251664384" behindDoc="1" locked="0" layoutInCell="1" allowOverlap="1" wp14:anchorId="58629A67" wp14:editId="59CA4D9D">
          <wp:simplePos x="0" y="0"/>
          <wp:positionH relativeFrom="margin">
            <wp:posOffset>10160</wp:posOffset>
          </wp:positionH>
          <wp:positionV relativeFrom="paragraph">
            <wp:posOffset>-38100</wp:posOffset>
          </wp:positionV>
          <wp:extent cx="1375200" cy="457341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udio Nine Logo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200" cy="4573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7420EA">
      <w:t xml:space="preserve">       </w:t>
    </w:r>
    <w:r w:rsidRPr="007420EA">
      <w:fldChar w:fldCharType="begin"/>
    </w:r>
    <w:r w:rsidRPr="007420EA">
      <w:instrText xml:space="preserve"> PAGE  \* Arabic  \* MERGEFORMAT </w:instrText>
    </w:r>
    <w:r w:rsidRPr="007420EA">
      <w:fldChar w:fldCharType="separate"/>
    </w:r>
    <w:r>
      <w:t>2</w:t>
    </w:r>
    <w:r w:rsidRPr="007420EA">
      <w:fldChar w:fldCharType="end"/>
    </w:r>
  </w:p>
  <w:p w14:paraId="3C4A2920" w14:textId="77777777" w:rsidR="00C977F1" w:rsidRDefault="00C977F1" w:rsidP="00C977F1">
    <w:pPr>
      <w:pStyle w:val="Header"/>
      <w:tabs>
        <w:tab w:val="clear" w:pos="4513"/>
        <w:tab w:val="clear" w:pos="9026"/>
        <w:tab w:val="left" w:pos="8533"/>
      </w:tabs>
    </w:pPr>
  </w:p>
  <w:p w14:paraId="04188A18" w14:textId="77777777" w:rsidR="00C977F1" w:rsidRDefault="00C977F1" w:rsidP="00C977F1">
    <w:pPr>
      <w:pStyle w:val="Header"/>
      <w:tabs>
        <w:tab w:val="clear" w:pos="4513"/>
        <w:tab w:val="clear" w:pos="9026"/>
        <w:tab w:val="left" w:pos="8533"/>
      </w:tabs>
      <w:jc w:val="right"/>
    </w:pPr>
  </w:p>
  <w:p w14:paraId="3C76698D" w14:textId="77777777" w:rsidR="00C977F1" w:rsidRDefault="00C977F1" w:rsidP="00C977F1">
    <w:pPr>
      <w:pStyle w:val="Header"/>
      <w:tabs>
        <w:tab w:val="clear" w:pos="4513"/>
        <w:tab w:val="clear" w:pos="9026"/>
        <w:tab w:val="left" w:pos="8533"/>
      </w:tabs>
      <w:jc w:val="right"/>
    </w:pPr>
  </w:p>
  <w:p w14:paraId="25BC0DDB" w14:textId="77777777" w:rsidR="00C977F1" w:rsidRDefault="00C977F1" w:rsidP="00C977F1">
    <w:pPr>
      <w:pStyle w:val="Header"/>
      <w:tabs>
        <w:tab w:val="clear" w:pos="4513"/>
        <w:tab w:val="clear" w:pos="9026"/>
        <w:tab w:val="left" w:pos="8533"/>
      </w:tabs>
      <w:jc w:val="right"/>
    </w:pPr>
  </w:p>
  <w:p w14:paraId="3A6C56E9" w14:textId="77777777" w:rsidR="00C977F1" w:rsidRDefault="00C977F1" w:rsidP="00C977F1">
    <w:pPr>
      <w:pStyle w:val="Header"/>
      <w:tabs>
        <w:tab w:val="clear" w:pos="4513"/>
        <w:tab w:val="clear" w:pos="9026"/>
        <w:tab w:val="left" w:pos="8533"/>
      </w:tabs>
      <w:jc w:val="right"/>
    </w:pPr>
  </w:p>
  <w:p w14:paraId="694F0601" w14:textId="77777777" w:rsidR="00C977F1" w:rsidRDefault="00C977F1" w:rsidP="00C977F1">
    <w:pPr>
      <w:pStyle w:val="Header"/>
      <w:tabs>
        <w:tab w:val="clear" w:pos="4513"/>
        <w:tab w:val="clear" w:pos="9026"/>
        <w:tab w:val="left" w:pos="8533"/>
      </w:tabs>
      <w:jc w:val="right"/>
    </w:pPr>
  </w:p>
  <w:p w14:paraId="17A63AA5" w14:textId="77777777" w:rsidR="00C977F1" w:rsidRDefault="00C977F1" w:rsidP="00C977F1">
    <w:pPr>
      <w:pStyle w:val="Header"/>
      <w:tabs>
        <w:tab w:val="clear" w:pos="4513"/>
        <w:tab w:val="clear" w:pos="9026"/>
        <w:tab w:val="left" w:pos="8533"/>
      </w:tabs>
      <w:jc w:val="right"/>
    </w:pPr>
  </w:p>
  <w:p w14:paraId="5F247D18" w14:textId="77777777" w:rsidR="00C977F1" w:rsidRDefault="00C977F1" w:rsidP="00C977F1">
    <w:pPr>
      <w:pStyle w:val="Heading1"/>
    </w:pPr>
    <w:r>
      <w:t xml:space="preserve">X-Frame </w:t>
    </w:r>
  </w:p>
  <w:p w14:paraId="15DFE18E" w14:textId="77777777" w:rsidR="00C977F1" w:rsidRDefault="00C977F1" w:rsidP="00C977F1">
    <w:pPr>
      <w:pStyle w:val="Heading1"/>
    </w:pPr>
    <w:r w:rsidRPr="00296D3C">
      <w:t>Revit</w:t>
    </w:r>
    <w:r>
      <w:t xml:space="preserve"> Family </w:t>
    </w:r>
  </w:p>
  <w:p w14:paraId="48DCC446" w14:textId="77777777" w:rsidR="00C977F1" w:rsidRDefault="00C977F1" w:rsidP="00C977F1">
    <w:pPr>
      <w:pStyle w:val="Heading1"/>
    </w:pPr>
    <w:r>
      <w:t>Instructions</w:t>
    </w:r>
  </w:p>
  <w:p w14:paraId="2ED6F912" w14:textId="77777777" w:rsidR="00C977F1" w:rsidRDefault="00C97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F1A"/>
    <w:multiLevelType w:val="hybridMultilevel"/>
    <w:tmpl w:val="28BAB012"/>
    <w:lvl w:ilvl="0" w:tplc="281C0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C607E"/>
    <w:multiLevelType w:val="hybridMultilevel"/>
    <w:tmpl w:val="F1CCDA32"/>
    <w:lvl w:ilvl="0" w:tplc="7A00BC7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B69D0A">
      <w:start w:val="1"/>
      <w:numFmt w:val="bullet"/>
      <w:pStyle w:val="Bullet3"/>
      <w:lvlText w:val=""/>
      <w:lvlJc w:val="left"/>
      <w:pPr>
        <w:ind w:left="1077" w:hanging="34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C7B4F"/>
    <w:multiLevelType w:val="hybridMultilevel"/>
    <w:tmpl w:val="C416FD9A"/>
    <w:lvl w:ilvl="0" w:tplc="95D0F95E">
      <w:start w:val="1"/>
      <w:numFmt w:val="decimal"/>
      <w:pStyle w:val="List1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948AA"/>
    <w:multiLevelType w:val="multilevel"/>
    <w:tmpl w:val="DC321196"/>
    <w:styleLink w:val="S9NumberedList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1A"/>
      <w:lvlText w:val="%1.%2."/>
      <w:lvlJc w:val="left"/>
      <w:pPr>
        <w:ind w:left="527" w:hanging="414"/>
      </w:pPr>
      <w:rPr>
        <w:rFonts w:hint="default"/>
      </w:rPr>
    </w:lvl>
    <w:lvl w:ilvl="2">
      <w:start w:val="1"/>
      <w:numFmt w:val="lowerLetter"/>
      <w:pStyle w:val="List1B"/>
      <w:lvlText w:val="%3)"/>
      <w:lvlJc w:val="left"/>
      <w:pPr>
        <w:ind w:left="697" w:hanging="187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867" w:hanging="130"/>
      </w:pPr>
      <w:rPr>
        <w:rFonts w:hint="default"/>
      </w:rPr>
    </w:lvl>
    <w:lvl w:ilvl="4">
      <w:start w:val="1"/>
      <w:numFmt w:val="lowerRoman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lowerRoman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lowerRoman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4" w15:restartNumberingAfterBreak="0">
    <w:nsid w:val="2EB76334"/>
    <w:multiLevelType w:val="hybridMultilevel"/>
    <w:tmpl w:val="F76CA5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563708"/>
    <w:multiLevelType w:val="hybridMultilevel"/>
    <w:tmpl w:val="FF6C598C"/>
    <w:lvl w:ilvl="0" w:tplc="0CA2E1EA">
      <w:start w:val="1"/>
      <w:numFmt w:val="bullet"/>
      <w:pStyle w:val="Bullet2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38EC797F"/>
    <w:multiLevelType w:val="multilevel"/>
    <w:tmpl w:val="E9A040C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360" w:hanging="340"/>
      </w:pPr>
      <w:rPr>
        <w:rFonts w:hint="default"/>
      </w:rPr>
    </w:lvl>
    <w:lvl w:ilvl="4">
      <w:start w:val="1"/>
      <w:numFmt w:val="lowerRoman"/>
      <w:lvlText w:val="%1.%2.%3.%4.%5.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%1.%2.%3.%4.%5.%6.%7."/>
      <w:lvlJc w:val="left"/>
      <w:pPr>
        <w:ind w:left="2380" w:hanging="340"/>
      </w:pPr>
      <w:rPr>
        <w:rFonts w:hint="default"/>
      </w:rPr>
    </w:lvl>
    <w:lvl w:ilvl="7">
      <w:start w:val="1"/>
      <w:numFmt w:val="lowerRoman"/>
      <w:lvlText w:val="%1.%2.%3.%4.%5.%6.%7.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060" w:hanging="340"/>
      </w:pPr>
      <w:rPr>
        <w:rFonts w:hint="default"/>
      </w:rPr>
    </w:lvl>
  </w:abstractNum>
  <w:abstractNum w:abstractNumId="7" w15:restartNumberingAfterBreak="0">
    <w:nsid w:val="3D413731"/>
    <w:multiLevelType w:val="hybridMultilevel"/>
    <w:tmpl w:val="C780372A"/>
    <w:lvl w:ilvl="0" w:tplc="B722085C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6AE1"/>
    <w:multiLevelType w:val="hybridMultilevel"/>
    <w:tmpl w:val="4AE00936"/>
    <w:lvl w:ilvl="0" w:tplc="B5843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242E3"/>
    <w:multiLevelType w:val="multilevel"/>
    <w:tmpl w:val="38884C0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1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97" w:hanging="187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867" w:hanging="130"/>
      </w:pPr>
      <w:rPr>
        <w:rFonts w:hint="default"/>
      </w:rPr>
    </w:lvl>
    <w:lvl w:ilvl="4">
      <w:start w:val="1"/>
      <w:numFmt w:val="lowerRoman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lowerRoman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lowerRoman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0" w15:restartNumberingAfterBreak="0">
    <w:nsid w:val="5BCE2955"/>
    <w:multiLevelType w:val="hybridMultilevel"/>
    <w:tmpl w:val="F210091C"/>
    <w:lvl w:ilvl="0" w:tplc="F9689340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6E3E31"/>
    <w:multiLevelType w:val="hybridMultilevel"/>
    <w:tmpl w:val="24C29872"/>
    <w:lvl w:ilvl="0" w:tplc="9094EC88">
      <w:start w:val="1"/>
      <w:numFmt w:val="bullet"/>
      <w:pStyle w:val="Bullet1"/>
      <w:lvlText w:val="—"/>
      <w:lvlJc w:val="left"/>
      <w:pPr>
        <w:ind w:left="720" w:hanging="360"/>
      </w:pPr>
      <w:rPr>
        <w:rFonts w:ascii="Graphik Light" w:hAnsi="Graphik Light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B19F2"/>
    <w:multiLevelType w:val="hybridMultilevel"/>
    <w:tmpl w:val="17A0A6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F2125"/>
    <w:multiLevelType w:val="hybridMultilevel"/>
    <w:tmpl w:val="7F869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7A6E1FA7"/>
    <w:multiLevelType w:val="hybridMultilevel"/>
    <w:tmpl w:val="3CE21DA2"/>
    <w:lvl w:ilvl="0" w:tplc="954C2A88">
      <w:start w:val="1"/>
      <w:numFmt w:val="bullet"/>
      <w:lvlText w:val=""/>
      <w:lvlJc w:val="left"/>
      <w:pPr>
        <w:ind w:left="397" w:hanging="397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737" w:hanging="34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pStyle w:val="List1C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C375E"/>
    <w:multiLevelType w:val="hybridMultilevel"/>
    <w:tmpl w:val="C0F872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"/>
  </w:num>
  <w:num w:numId="4">
    <w:abstractNumId w:val="6"/>
  </w:num>
  <w:num w:numId="5">
    <w:abstractNumId w:val="9"/>
  </w:num>
  <w:num w:numId="6">
    <w:abstractNumId w:val="9"/>
  </w:num>
  <w:num w:numId="7">
    <w:abstractNumId w:val="9"/>
  </w:num>
  <w:num w:numId="8">
    <w:abstractNumId w:val="3"/>
  </w:num>
  <w:num w:numId="9">
    <w:abstractNumId w:val="6"/>
  </w:num>
  <w:num w:numId="10">
    <w:abstractNumId w:val="3"/>
  </w:num>
  <w:num w:numId="11">
    <w:abstractNumId w:val="3"/>
  </w:num>
  <w:num w:numId="12">
    <w:abstractNumId w:val="3"/>
  </w:num>
  <w:num w:numId="13">
    <w:abstractNumId w:val="12"/>
  </w:num>
  <w:num w:numId="14">
    <w:abstractNumId w:val="11"/>
  </w:num>
  <w:num w:numId="15">
    <w:abstractNumId w:val="14"/>
  </w:num>
  <w:num w:numId="16">
    <w:abstractNumId w:val="13"/>
  </w:num>
  <w:num w:numId="17">
    <w:abstractNumId w:val="4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"/>
  </w:num>
  <w:num w:numId="23">
    <w:abstractNumId w:val="8"/>
  </w:num>
  <w:num w:numId="24">
    <w:abstractNumId w:val="7"/>
  </w:num>
  <w:num w:numId="25">
    <w:abstractNumId w:val="0"/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D3C"/>
    <w:rsid w:val="00081B7C"/>
    <w:rsid w:val="00127F0C"/>
    <w:rsid w:val="00135D4F"/>
    <w:rsid w:val="00166703"/>
    <w:rsid w:val="00166FC0"/>
    <w:rsid w:val="001A1FB4"/>
    <w:rsid w:val="001E7790"/>
    <w:rsid w:val="001F35A7"/>
    <w:rsid w:val="00212D61"/>
    <w:rsid w:val="00296D3C"/>
    <w:rsid w:val="00483EFD"/>
    <w:rsid w:val="004B53AE"/>
    <w:rsid w:val="00514BEA"/>
    <w:rsid w:val="005375ED"/>
    <w:rsid w:val="0054206E"/>
    <w:rsid w:val="00570ECE"/>
    <w:rsid w:val="00587D5F"/>
    <w:rsid w:val="005A32EC"/>
    <w:rsid w:val="005C0EE2"/>
    <w:rsid w:val="00603198"/>
    <w:rsid w:val="00682A42"/>
    <w:rsid w:val="006841F8"/>
    <w:rsid w:val="006D31B4"/>
    <w:rsid w:val="006D3C15"/>
    <w:rsid w:val="0071354A"/>
    <w:rsid w:val="00734B5E"/>
    <w:rsid w:val="00786F05"/>
    <w:rsid w:val="007A46A3"/>
    <w:rsid w:val="007C53F8"/>
    <w:rsid w:val="007D6AE7"/>
    <w:rsid w:val="00833680"/>
    <w:rsid w:val="008535F1"/>
    <w:rsid w:val="008F392D"/>
    <w:rsid w:val="00907200"/>
    <w:rsid w:val="00926716"/>
    <w:rsid w:val="009273DD"/>
    <w:rsid w:val="009566F0"/>
    <w:rsid w:val="00962A61"/>
    <w:rsid w:val="009C6776"/>
    <w:rsid w:val="009E0F48"/>
    <w:rsid w:val="00AC36B7"/>
    <w:rsid w:val="00AD05C3"/>
    <w:rsid w:val="00B265E6"/>
    <w:rsid w:val="00B404BC"/>
    <w:rsid w:val="00B67589"/>
    <w:rsid w:val="00BA0BA4"/>
    <w:rsid w:val="00C406E5"/>
    <w:rsid w:val="00C55EC0"/>
    <w:rsid w:val="00C723AF"/>
    <w:rsid w:val="00C977F1"/>
    <w:rsid w:val="00CF23F7"/>
    <w:rsid w:val="00CF4D1E"/>
    <w:rsid w:val="00D4411F"/>
    <w:rsid w:val="00D51B1B"/>
    <w:rsid w:val="00D60628"/>
    <w:rsid w:val="00DA2B20"/>
    <w:rsid w:val="00E23031"/>
    <w:rsid w:val="00F03079"/>
    <w:rsid w:val="00F4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E9F7F1F"/>
  <w15:docId w15:val="{1832B159-AA79-4C5B-8C8B-0DABE198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uiPriority w:val="1"/>
    <w:qFormat/>
    <w:rsid w:val="009566F0"/>
    <w:pPr>
      <w:spacing w:after="160" w:line="240" w:lineRule="atLeast"/>
    </w:pPr>
    <w:rPr>
      <w:rFonts w:ascii="Graphik Light" w:eastAsiaTheme="minorEastAsia" w:hAnsi="Graphik Light"/>
      <w:sz w:val="16"/>
      <w:szCs w:val="16"/>
      <w:lang w:eastAsia="en-AU"/>
    </w:rPr>
  </w:style>
  <w:style w:type="paragraph" w:styleId="Heading1">
    <w:name w:val="heading 1"/>
    <w:aliases w:val="Sub Bold"/>
    <w:basedOn w:val="Normal"/>
    <w:next w:val="Normal"/>
    <w:link w:val="Heading1Char"/>
    <w:autoRedefine/>
    <w:uiPriority w:val="9"/>
    <w:qFormat/>
    <w:rsid w:val="00296D3C"/>
    <w:pPr>
      <w:spacing w:after="100" w:afterAutospacing="1" w:line="600" w:lineRule="atLeast"/>
      <w:contextualSpacing/>
      <w:outlineLvl w:val="0"/>
    </w:pPr>
    <w:rPr>
      <w:rFonts w:eastAsia="Graphik" w:cs="Graphik"/>
      <w:color w:val="231F20"/>
      <w:sz w:val="60"/>
      <w:szCs w:val="26"/>
      <w:lang w:eastAsia="en-US"/>
    </w:rPr>
  </w:style>
  <w:style w:type="paragraph" w:styleId="Heading2">
    <w:name w:val="heading 2"/>
    <w:aliases w:val="Sub"/>
    <w:basedOn w:val="Normal"/>
    <w:link w:val="Heading2Char"/>
    <w:autoRedefine/>
    <w:uiPriority w:val="9"/>
    <w:qFormat/>
    <w:rsid w:val="00296D3C"/>
    <w:pPr>
      <w:spacing w:after="260" w:line="360" w:lineRule="atLeast"/>
      <w:contextualSpacing/>
      <w:outlineLvl w:val="1"/>
    </w:pPr>
    <w:rPr>
      <w:rFonts w:eastAsia="Calibri" w:cs="Calibri"/>
      <w:color w:val="000000"/>
      <w:sz w:val="26"/>
      <w:szCs w:val="26"/>
      <w:lang w:eastAsia="en-US"/>
    </w:rPr>
  </w:style>
  <w:style w:type="paragraph" w:styleId="Heading3">
    <w:name w:val="heading 3"/>
    <w:aliases w:val="Body Header"/>
    <w:basedOn w:val="Normal"/>
    <w:next w:val="Normal"/>
    <w:link w:val="Heading3Char"/>
    <w:autoRedefine/>
    <w:uiPriority w:val="9"/>
    <w:qFormat/>
    <w:rsid w:val="008F392D"/>
    <w:pPr>
      <w:outlineLvl w:val="2"/>
    </w:pPr>
    <w:rPr>
      <w:rFonts w:ascii="Graphik Semibold" w:eastAsia="Calibri" w:hAnsi="Graphik Semibold" w:cs="Calibri"/>
      <w:color w:val="000000"/>
      <w:lang w:eastAsia="en-US"/>
    </w:rPr>
  </w:style>
  <w:style w:type="paragraph" w:styleId="Heading4">
    <w:name w:val="heading 4"/>
    <w:basedOn w:val="Heading3"/>
    <w:next w:val="Normal"/>
    <w:link w:val="Heading4Char"/>
    <w:uiPriority w:val="9"/>
    <w:unhideWhenUsed/>
    <w:rsid w:val="00B67589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267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4101C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9InfoTable">
    <w:name w:val="S9 Info Table"/>
    <w:basedOn w:val="Normal"/>
    <w:link w:val="S9InfoTableChar"/>
    <w:uiPriority w:val="19"/>
    <w:rsid w:val="00B67589"/>
    <w:pPr>
      <w:framePr w:wrap="around" w:vAnchor="page" w:hAnchor="text" w:x="4809" w:y="2467"/>
      <w:spacing w:after="0" w:line="240" w:lineRule="auto"/>
      <w:ind w:left="3"/>
      <w:suppressOverlap/>
    </w:pPr>
    <w:rPr>
      <w:rFonts w:eastAsia="Graphik" w:cs="Graphik"/>
      <w:color w:val="231F20"/>
    </w:rPr>
  </w:style>
  <w:style w:type="character" w:customStyle="1" w:styleId="S9InfoTableChar">
    <w:name w:val="S9 Info Table Char"/>
    <w:basedOn w:val="DefaultParagraphFont"/>
    <w:link w:val="S9InfoTable"/>
    <w:uiPriority w:val="19"/>
    <w:rsid w:val="00B67589"/>
    <w:rPr>
      <w:rFonts w:ascii="Graphik Light" w:eastAsia="Graphik" w:hAnsi="Graphik Light" w:cs="Graphik"/>
      <w:color w:val="231F20"/>
      <w:sz w:val="16"/>
      <w:szCs w:val="16"/>
      <w:lang w:eastAsia="en-AU"/>
    </w:rPr>
  </w:style>
  <w:style w:type="paragraph" w:customStyle="1" w:styleId="BodyTableRight">
    <w:name w:val="Body Table Right"/>
    <w:basedOn w:val="S9InfoTable"/>
    <w:link w:val="BodyTableRightChar"/>
    <w:autoRedefine/>
    <w:uiPriority w:val="19"/>
    <w:qFormat/>
    <w:rsid w:val="009566F0"/>
    <w:pPr>
      <w:framePr w:wrap="around" w:x="4537"/>
      <w:ind w:left="0"/>
    </w:pPr>
    <w:rPr>
      <w:lang w:eastAsia="en-US"/>
    </w:rPr>
  </w:style>
  <w:style w:type="character" w:customStyle="1" w:styleId="BodyTableRightChar">
    <w:name w:val="Body Table Right Char"/>
    <w:basedOn w:val="DefaultParagraphFont"/>
    <w:link w:val="BodyTableRight"/>
    <w:uiPriority w:val="19"/>
    <w:rsid w:val="009566F0"/>
    <w:rPr>
      <w:rFonts w:ascii="Graphik Light" w:eastAsia="Graphik" w:hAnsi="Graphik Light" w:cs="Graphik"/>
      <w:color w:val="231F20"/>
      <w:sz w:val="16"/>
      <w:szCs w:val="16"/>
    </w:rPr>
  </w:style>
  <w:style w:type="paragraph" w:customStyle="1" w:styleId="BodyTableLeft">
    <w:name w:val="Body Table Left"/>
    <w:basedOn w:val="BodyTableRight"/>
    <w:link w:val="BodyTableLeftChar"/>
    <w:autoRedefine/>
    <w:uiPriority w:val="19"/>
    <w:qFormat/>
    <w:rsid w:val="009566F0"/>
    <w:pPr>
      <w:framePr w:wrap="around" w:vAnchor="text" w:x="1" w:y="1"/>
      <w:spacing w:line="240" w:lineRule="atLeast"/>
    </w:pPr>
    <w:rPr>
      <w:rFonts w:eastAsia="Calibri" w:cs="Calibri"/>
      <w:color w:val="000000"/>
    </w:rPr>
  </w:style>
  <w:style w:type="character" w:customStyle="1" w:styleId="BodyTableLeftChar">
    <w:name w:val="Body Table Left Char"/>
    <w:basedOn w:val="DefaultParagraphFont"/>
    <w:link w:val="BodyTableLeft"/>
    <w:uiPriority w:val="19"/>
    <w:rsid w:val="009566F0"/>
    <w:rPr>
      <w:rFonts w:ascii="Graphik Light" w:eastAsia="Calibri" w:hAnsi="Graphik Light" w:cs="Calibri"/>
      <w:color w:val="000000"/>
      <w:sz w:val="16"/>
      <w:szCs w:val="16"/>
    </w:rPr>
  </w:style>
  <w:style w:type="paragraph" w:styleId="ListParagraph">
    <w:name w:val="List Paragraph"/>
    <w:aliases w:val="Body List"/>
    <w:basedOn w:val="Normal"/>
    <w:link w:val="ListParagraphChar"/>
    <w:autoRedefine/>
    <w:uiPriority w:val="34"/>
    <w:qFormat/>
    <w:rsid w:val="00296D3C"/>
    <w:pPr>
      <w:numPr>
        <w:numId w:val="26"/>
      </w:numPr>
      <w:contextualSpacing/>
    </w:pPr>
    <w:rPr>
      <w:rFonts w:eastAsiaTheme="minorHAnsi"/>
      <w:lang w:eastAsia="en-US"/>
    </w:rPr>
  </w:style>
  <w:style w:type="character" w:customStyle="1" w:styleId="ListParagraphChar">
    <w:name w:val="List Paragraph Char"/>
    <w:aliases w:val="Body List Char"/>
    <w:basedOn w:val="DefaultParagraphFont"/>
    <w:link w:val="ListParagraph"/>
    <w:uiPriority w:val="34"/>
    <w:rsid w:val="00296D3C"/>
    <w:rPr>
      <w:rFonts w:ascii="Graphik Light" w:hAnsi="Graphik Light"/>
      <w:sz w:val="16"/>
      <w:szCs w:val="16"/>
    </w:rPr>
  </w:style>
  <w:style w:type="paragraph" w:customStyle="1" w:styleId="Bullet1">
    <w:name w:val="Bullet 1"/>
    <w:basedOn w:val="ListParagraph"/>
    <w:link w:val="Bullet1Char"/>
    <w:autoRedefine/>
    <w:uiPriority w:val="20"/>
    <w:qFormat/>
    <w:rsid w:val="00570ECE"/>
    <w:pPr>
      <w:numPr>
        <w:numId w:val="14"/>
      </w:numPr>
      <w:ind w:left="397" w:hanging="397"/>
    </w:pPr>
  </w:style>
  <w:style w:type="character" w:customStyle="1" w:styleId="Bullet1Char">
    <w:name w:val="Bullet 1 Char"/>
    <w:basedOn w:val="DefaultParagraphFont"/>
    <w:link w:val="Bullet1"/>
    <w:uiPriority w:val="20"/>
    <w:rsid w:val="00570ECE"/>
    <w:rPr>
      <w:rFonts w:ascii="Graphik Light" w:hAnsi="Graphik Light"/>
      <w:sz w:val="16"/>
      <w:szCs w:val="16"/>
    </w:rPr>
  </w:style>
  <w:style w:type="paragraph" w:customStyle="1" w:styleId="Bullet2">
    <w:name w:val="Bullet 2"/>
    <w:basedOn w:val="Bullet1"/>
    <w:link w:val="Bullet2Char"/>
    <w:uiPriority w:val="20"/>
    <w:qFormat/>
    <w:rsid w:val="008535F1"/>
    <w:pPr>
      <w:numPr>
        <w:numId w:val="21"/>
      </w:numPr>
      <w:ind w:left="737" w:hanging="340"/>
    </w:pPr>
  </w:style>
  <w:style w:type="character" w:customStyle="1" w:styleId="Bullet2Char">
    <w:name w:val="Bullet 2 Char"/>
    <w:basedOn w:val="Bullet1Char"/>
    <w:link w:val="Bullet2"/>
    <w:uiPriority w:val="20"/>
    <w:rsid w:val="008535F1"/>
    <w:rPr>
      <w:rFonts w:ascii="Graphik Light" w:hAnsi="Graphik Light"/>
      <w:sz w:val="16"/>
      <w:szCs w:val="16"/>
    </w:rPr>
  </w:style>
  <w:style w:type="paragraph" w:customStyle="1" w:styleId="Bullet3">
    <w:name w:val="Bullet 3"/>
    <w:basedOn w:val="ListParagraph"/>
    <w:link w:val="Bullet3Char"/>
    <w:uiPriority w:val="81"/>
    <w:qFormat/>
    <w:rsid w:val="00B67589"/>
    <w:pPr>
      <w:numPr>
        <w:ilvl w:val="2"/>
        <w:numId w:val="3"/>
      </w:numPr>
    </w:pPr>
  </w:style>
  <w:style w:type="character" w:customStyle="1" w:styleId="Bullet3Char">
    <w:name w:val="Bullet 3 Char"/>
    <w:basedOn w:val="DefaultParagraphFont"/>
    <w:link w:val="Bullet3"/>
    <w:uiPriority w:val="81"/>
    <w:rsid w:val="00B67589"/>
    <w:rPr>
      <w:rFonts w:ascii="Graphik Light" w:eastAsiaTheme="minorEastAsia" w:hAnsi="Graphik Light"/>
      <w:sz w:val="16"/>
      <w:szCs w:val="16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675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589"/>
    <w:rPr>
      <w:rFonts w:ascii="Graphik Light" w:eastAsiaTheme="minorEastAsia" w:hAnsi="Graphik Light"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B675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589"/>
    <w:rPr>
      <w:rFonts w:ascii="Graphik Light" w:eastAsiaTheme="minorEastAsia" w:hAnsi="Graphik Light"/>
      <w:sz w:val="16"/>
      <w:szCs w:val="16"/>
      <w:lang w:eastAsia="en-AU"/>
    </w:rPr>
  </w:style>
  <w:style w:type="character" w:customStyle="1" w:styleId="Heading1Char">
    <w:name w:val="Heading 1 Char"/>
    <w:aliases w:val="Sub Bold Char"/>
    <w:basedOn w:val="DefaultParagraphFont"/>
    <w:link w:val="Heading1"/>
    <w:uiPriority w:val="9"/>
    <w:rsid w:val="00296D3C"/>
    <w:rPr>
      <w:rFonts w:ascii="Graphik Light" w:eastAsia="Graphik" w:hAnsi="Graphik Light" w:cs="Graphik"/>
      <w:color w:val="231F20"/>
      <w:sz w:val="60"/>
      <w:szCs w:val="26"/>
    </w:rPr>
  </w:style>
  <w:style w:type="character" w:customStyle="1" w:styleId="Heading2Char">
    <w:name w:val="Heading 2 Char"/>
    <w:aliases w:val="Sub Char"/>
    <w:basedOn w:val="DefaultParagraphFont"/>
    <w:link w:val="Heading2"/>
    <w:uiPriority w:val="9"/>
    <w:rsid w:val="00296D3C"/>
    <w:rPr>
      <w:rFonts w:ascii="Graphik Light" w:eastAsia="Calibri" w:hAnsi="Graphik Light" w:cs="Calibri"/>
      <w:color w:val="000000"/>
      <w:sz w:val="26"/>
      <w:szCs w:val="26"/>
    </w:rPr>
  </w:style>
  <w:style w:type="character" w:customStyle="1" w:styleId="Heading3Char">
    <w:name w:val="Heading 3 Char"/>
    <w:aliases w:val="Body Header Char"/>
    <w:basedOn w:val="DefaultParagraphFont"/>
    <w:link w:val="Heading3"/>
    <w:uiPriority w:val="9"/>
    <w:rsid w:val="008F392D"/>
    <w:rPr>
      <w:rFonts w:ascii="Graphik Semibold" w:eastAsia="Calibri" w:hAnsi="Graphik Semibold" w:cs="Calibri"/>
      <w:color w:val="000000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B67589"/>
    <w:rPr>
      <w:rFonts w:ascii="Graphik Semibold" w:eastAsia="Calibri" w:hAnsi="Graphik Semibold" w:cs="Calibri"/>
      <w:color w:val="000000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B67589"/>
    <w:rPr>
      <w:color w:val="ED1B35" w:themeColor="hyperlink"/>
      <w:u w:val="single"/>
    </w:rPr>
  </w:style>
  <w:style w:type="paragraph" w:customStyle="1" w:styleId="List1">
    <w:name w:val="List 1"/>
    <w:basedOn w:val="ListParagraph"/>
    <w:link w:val="List1Char"/>
    <w:autoRedefine/>
    <w:uiPriority w:val="59"/>
    <w:qFormat/>
    <w:rsid w:val="00603198"/>
    <w:pPr>
      <w:numPr>
        <w:numId w:val="22"/>
      </w:numPr>
      <w:spacing w:after="60"/>
      <w:contextualSpacing w:val="0"/>
    </w:pPr>
  </w:style>
  <w:style w:type="character" w:customStyle="1" w:styleId="List1Char">
    <w:name w:val="List 1 Char"/>
    <w:basedOn w:val="ListParagraphChar"/>
    <w:link w:val="List1"/>
    <w:uiPriority w:val="59"/>
    <w:rsid w:val="00603198"/>
    <w:rPr>
      <w:rFonts w:ascii="Graphik Light" w:hAnsi="Graphik Light"/>
      <w:sz w:val="16"/>
      <w:szCs w:val="16"/>
    </w:rPr>
  </w:style>
  <w:style w:type="paragraph" w:customStyle="1" w:styleId="List1A">
    <w:name w:val="List 1A"/>
    <w:basedOn w:val="ListParagraph"/>
    <w:link w:val="List1AChar"/>
    <w:autoRedefine/>
    <w:uiPriority w:val="60"/>
    <w:qFormat/>
    <w:rsid w:val="009566F0"/>
    <w:pPr>
      <w:numPr>
        <w:ilvl w:val="1"/>
        <w:numId w:val="12"/>
      </w:numPr>
      <w:spacing w:after="60"/>
      <w:contextualSpacing w:val="0"/>
    </w:pPr>
  </w:style>
  <w:style w:type="character" w:customStyle="1" w:styleId="List1AChar">
    <w:name w:val="List 1A Char"/>
    <w:basedOn w:val="ListParagraphChar"/>
    <w:link w:val="List1A"/>
    <w:uiPriority w:val="60"/>
    <w:rsid w:val="009566F0"/>
    <w:rPr>
      <w:rFonts w:ascii="Graphik Light" w:hAnsi="Graphik Light"/>
      <w:sz w:val="16"/>
      <w:szCs w:val="16"/>
    </w:rPr>
  </w:style>
  <w:style w:type="paragraph" w:customStyle="1" w:styleId="List1B">
    <w:name w:val="List 1B"/>
    <w:basedOn w:val="ListParagraph"/>
    <w:link w:val="List1BChar"/>
    <w:autoRedefine/>
    <w:uiPriority w:val="61"/>
    <w:qFormat/>
    <w:rsid w:val="009566F0"/>
    <w:pPr>
      <w:numPr>
        <w:ilvl w:val="2"/>
        <w:numId w:val="12"/>
      </w:numPr>
      <w:spacing w:after="60"/>
      <w:contextualSpacing w:val="0"/>
    </w:pPr>
  </w:style>
  <w:style w:type="character" w:customStyle="1" w:styleId="List1BChar">
    <w:name w:val="List 1B Char"/>
    <w:basedOn w:val="ListParagraphChar"/>
    <w:link w:val="List1B"/>
    <w:uiPriority w:val="61"/>
    <w:rsid w:val="009566F0"/>
    <w:rPr>
      <w:rFonts w:ascii="Graphik Light" w:hAnsi="Graphik Light"/>
      <w:sz w:val="16"/>
      <w:szCs w:val="16"/>
    </w:rPr>
  </w:style>
  <w:style w:type="paragraph" w:customStyle="1" w:styleId="List1C">
    <w:name w:val="List 1C"/>
    <w:basedOn w:val="ListParagraph"/>
    <w:next w:val="List1B"/>
    <w:link w:val="List1CChar"/>
    <w:autoRedefine/>
    <w:uiPriority w:val="62"/>
    <w:qFormat/>
    <w:rsid w:val="009566F0"/>
    <w:pPr>
      <w:numPr>
        <w:ilvl w:val="3"/>
        <w:numId w:val="1"/>
      </w:numPr>
      <w:spacing w:after="60"/>
      <w:ind w:left="867" w:hanging="130"/>
      <w:contextualSpacing w:val="0"/>
    </w:pPr>
  </w:style>
  <w:style w:type="character" w:customStyle="1" w:styleId="List1CChar">
    <w:name w:val="List 1C Char"/>
    <w:basedOn w:val="ListParagraphChar"/>
    <w:link w:val="List1C"/>
    <w:uiPriority w:val="62"/>
    <w:rsid w:val="009566F0"/>
    <w:rPr>
      <w:rFonts w:ascii="Graphik Light" w:hAnsi="Graphik Light"/>
      <w:sz w:val="16"/>
      <w:szCs w:val="16"/>
    </w:rPr>
  </w:style>
  <w:style w:type="paragraph" w:styleId="NoSpacing">
    <w:name w:val="No Spacing"/>
    <w:aliases w:val="Body No Spacing"/>
    <w:autoRedefine/>
    <w:uiPriority w:val="2"/>
    <w:qFormat/>
    <w:rsid w:val="009566F0"/>
    <w:pPr>
      <w:spacing w:after="0" w:line="312" w:lineRule="auto"/>
    </w:pPr>
    <w:rPr>
      <w:rFonts w:ascii="Graphik Light" w:eastAsiaTheme="minorEastAsia" w:hAnsi="Graphik Light"/>
      <w:sz w:val="16"/>
      <w:szCs w:val="16"/>
      <w:lang w:eastAsia="en-AU"/>
    </w:rPr>
  </w:style>
  <w:style w:type="numbering" w:customStyle="1" w:styleId="S9NumberedList">
    <w:name w:val="S9 Numbered List"/>
    <w:uiPriority w:val="99"/>
    <w:rsid w:val="00B67589"/>
    <w:pPr>
      <w:numPr>
        <w:numId w:val="8"/>
      </w:numPr>
    </w:pPr>
  </w:style>
  <w:style w:type="paragraph" w:customStyle="1" w:styleId="S9TableHeaderLeft">
    <w:name w:val="S9 Table Header Left"/>
    <w:basedOn w:val="BodyTableLeft"/>
    <w:link w:val="S9TableHeaderLeftChar"/>
    <w:autoRedefine/>
    <w:uiPriority w:val="19"/>
    <w:qFormat/>
    <w:rsid w:val="009566F0"/>
    <w:pPr>
      <w:framePr w:wrap="around"/>
    </w:pPr>
    <w:rPr>
      <w:rFonts w:ascii="Graphik Semibold" w:hAnsi="Graphik Semibold"/>
    </w:rPr>
  </w:style>
  <w:style w:type="character" w:customStyle="1" w:styleId="S9TableHeaderLeftChar">
    <w:name w:val="S9 Table Header Left Char"/>
    <w:basedOn w:val="DefaultParagraphFont"/>
    <w:link w:val="S9TableHeaderLeft"/>
    <w:uiPriority w:val="19"/>
    <w:rsid w:val="009566F0"/>
    <w:rPr>
      <w:rFonts w:ascii="Graphik Semibold" w:eastAsia="Calibri" w:hAnsi="Graphik Semibold" w:cs="Calibri"/>
      <w:color w:val="000000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926716"/>
    <w:pPr>
      <w:spacing w:after="600" w:line="600" w:lineRule="atLeast"/>
    </w:pPr>
    <w:rPr>
      <w:sz w:val="48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926716"/>
    <w:rPr>
      <w:rFonts w:ascii="Graphik Light" w:eastAsiaTheme="minorEastAsia" w:hAnsi="Graphik Light"/>
      <w:sz w:val="48"/>
      <w:szCs w:val="60"/>
      <w:lang w:eastAsia="en-AU"/>
    </w:rPr>
  </w:style>
  <w:style w:type="table" w:customStyle="1" w:styleId="TableGrid">
    <w:name w:val="TableGrid"/>
    <w:rsid w:val="00B67589"/>
    <w:pPr>
      <w:spacing w:after="0" w:line="240" w:lineRule="auto"/>
    </w:pPr>
    <w:rPr>
      <w:rFonts w:asciiTheme="majorHAnsi" w:eastAsiaTheme="minorEastAsia" w:hAnsiTheme="majorHAnsi"/>
      <w:sz w:val="16"/>
      <w:szCs w:val="16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aliases w:val="Super"/>
    <w:basedOn w:val="Normal"/>
    <w:next w:val="Normal"/>
    <w:link w:val="TitleChar"/>
    <w:autoRedefine/>
    <w:uiPriority w:val="10"/>
    <w:qFormat/>
    <w:rsid w:val="009566F0"/>
    <w:pPr>
      <w:spacing w:after="1160" w:line="1200" w:lineRule="atLeast"/>
    </w:pPr>
    <w:rPr>
      <w:rFonts w:eastAsia="Calibri" w:cs="Calibri"/>
      <w:color w:val="000000"/>
      <w:sz w:val="116"/>
      <w:szCs w:val="116"/>
      <w:lang w:eastAsia="en-US"/>
    </w:rPr>
  </w:style>
  <w:style w:type="character" w:customStyle="1" w:styleId="TitleChar">
    <w:name w:val="Title Char"/>
    <w:aliases w:val="Super Char"/>
    <w:basedOn w:val="DefaultParagraphFont"/>
    <w:link w:val="Title"/>
    <w:uiPriority w:val="10"/>
    <w:rsid w:val="009566F0"/>
    <w:rPr>
      <w:rFonts w:ascii="Graphik Light" w:eastAsia="Calibri" w:hAnsi="Graphik Light" w:cs="Calibri"/>
      <w:color w:val="000000"/>
      <w:sz w:val="116"/>
      <w:szCs w:val="1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7589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6716"/>
    <w:rPr>
      <w:rFonts w:asciiTheme="majorHAnsi" w:eastAsiaTheme="majorEastAsia" w:hAnsiTheme="majorHAnsi" w:cstheme="majorBidi"/>
      <w:color w:val="94101C" w:themeColor="accent1" w:themeShade="7F"/>
      <w:sz w:val="16"/>
      <w:szCs w:val="16"/>
      <w:lang w:eastAsia="en-AU"/>
    </w:rPr>
  </w:style>
  <w:style w:type="paragraph" w:customStyle="1" w:styleId="S9ProjectTable">
    <w:name w:val="S9 Project Table"/>
    <w:link w:val="S9ProjectTableChar"/>
    <w:autoRedefine/>
    <w:uiPriority w:val="19"/>
    <w:qFormat/>
    <w:rsid w:val="009566F0"/>
    <w:pPr>
      <w:framePr w:wrap="around" w:vAnchor="page" w:hAnchor="text" w:x="4537" w:y="2439"/>
      <w:spacing w:after="0" w:line="240" w:lineRule="atLeast"/>
      <w:suppressOverlap/>
    </w:pPr>
    <w:rPr>
      <w:rFonts w:ascii="Graphik Light" w:eastAsia="Calibri" w:hAnsi="Graphik Light" w:cs="Calibri"/>
      <w:color w:val="000000"/>
      <w:sz w:val="16"/>
      <w:szCs w:val="16"/>
    </w:rPr>
  </w:style>
  <w:style w:type="character" w:customStyle="1" w:styleId="S9ProjectTableChar">
    <w:name w:val="S9 Project Table Char"/>
    <w:basedOn w:val="DefaultParagraphFont"/>
    <w:link w:val="S9ProjectTable"/>
    <w:uiPriority w:val="19"/>
    <w:rsid w:val="009566F0"/>
    <w:rPr>
      <w:rFonts w:ascii="Graphik Light" w:eastAsia="Calibri" w:hAnsi="Graphik Light" w:cs="Calibri"/>
      <w:color w:val="000000"/>
      <w:sz w:val="16"/>
      <w:szCs w:val="16"/>
    </w:rPr>
  </w:style>
  <w:style w:type="paragraph" w:customStyle="1" w:styleId="S9Table">
    <w:name w:val="S9 Table"/>
    <w:basedOn w:val="Normal"/>
    <w:link w:val="S9TableChar"/>
    <w:autoRedefine/>
    <w:uiPriority w:val="19"/>
    <w:qFormat/>
    <w:rsid w:val="009566F0"/>
    <w:pPr>
      <w:framePr w:hSpace="181" w:wrap="around" w:vAnchor="page" w:hAnchor="margin" w:y="6635"/>
      <w:spacing w:after="0" w:line="240" w:lineRule="auto"/>
    </w:pPr>
    <w:rPr>
      <w:rFonts w:eastAsia="Graphik" w:cs="Graphik"/>
      <w:color w:val="231F20"/>
      <w:lang w:eastAsia="en-US"/>
    </w:rPr>
  </w:style>
  <w:style w:type="character" w:customStyle="1" w:styleId="S9TableChar">
    <w:name w:val="S9 Table Char"/>
    <w:basedOn w:val="DefaultParagraphFont"/>
    <w:link w:val="S9Table"/>
    <w:uiPriority w:val="19"/>
    <w:rsid w:val="009566F0"/>
    <w:rPr>
      <w:rFonts w:ascii="Graphik Light" w:eastAsia="Graphik" w:hAnsi="Graphik Light" w:cs="Graphik"/>
      <w:color w:val="231F20"/>
      <w:sz w:val="16"/>
      <w:szCs w:val="16"/>
    </w:rPr>
  </w:style>
  <w:style w:type="paragraph" w:customStyle="1" w:styleId="S9TableHeader">
    <w:name w:val="S9 Table Header"/>
    <w:basedOn w:val="Normal"/>
    <w:link w:val="S9TableHeaderChar"/>
    <w:autoRedefine/>
    <w:uiPriority w:val="19"/>
    <w:qFormat/>
    <w:rsid w:val="009566F0"/>
    <w:pPr>
      <w:framePr w:hSpace="181" w:wrap="around" w:vAnchor="page" w:hAnchor="margin" w:y="6635"/>
      <w:spacing w:after="0" w:line="240" w:lineRule="auto"/>
    </w:pPr>
    <w:rPr>
      <w:rFonts w:ascii="Graphik Semibold" w:eastAsia="Graphik" w:hAnsi="Graphik Semibold" w:cs="Graphik"/>
      <w:color w:val="231F20"/>
      <w:lang w:eastAsia="en-US"/>
    </w:rPr>
  </w:style>
  <w:style w:type="character" w:customStyle="1" w:styleId="S9TableHeaderChar">
    <w:name w:val="S9 Table Header Char"/>
    <w:basedOn w:val="DefaultParagraphFont"/>
    <w:link w:val="S9TableHeader"/>
    <w:uiPriority w:val="19"/>
    <w:rsid w:val="009566F0"/>
    <w:rPr>
      <w:rFonts w:ascii="Graphik Semibold" w:eastAsia="Graphik" w:hAnsi="Graphik Semibold" w:cs="Graphik"/>
      <w:color w:val="231F20"/>
      <w:sz w:val="16"/>
      <w:szCs w:val="16"/>
    </w:rPr>
  </w:style>
  <w:style w:type="paragraph" w:customStyle="1" w:styleId="TableHeader">
    <w:name w:val="Table Header"/>
    <w:basedOn w:val="Normal"/>
    <w:link w:val="TableHeaderChar"/>
    <w:autoRedefine/>
    <w:uiPriority w:val="19"/>
    <w:qFormat/>
    <w:rsid w:val="009566F0"/>
    <w:pPr>
      <w:framePr w:hSpace="181" w:wrap="around" w:vAnchor="page" w:hAnchor="margin" w:y="6635"/>
      <w:spacing w:after="0" w:line="240" w:lineRule="auto"/>
    </w:pPr>
    <w:rPr>
      <w:rFonts w:ascii="Graphik Semibold" w:eastAsia="Graphik" w:hAnsi="Graphik Semibold" w:cs="Graphik"/>
      <w:color w:val="231F20"/>
      <w:lang w:eastAsia="en-US"/>
    </w:rPr>
  </w:style>
  <w:style w:type="character" w:customStyle="1" w:styleId="TableHeaderChar">
    <w:name w:val="Table Header Char"/>
    <w:basedOn w:val="DefaultParagraphFont"/>
    <w:link w:val="TableHeader"/>
    <w:uiPriority w:val="19"/>
    <w:rsid w:val="009566F0"/>
    <w:rPr>
      <w:rFonts w:ascii="Graphik Semibold" w:eastAsia="Graphik" w:hAnsi="Graphik Semibold" w:cs="Graphik"/>
      <w:color w:val="231F20"/>
      <w:sz w:val="16"/>
      <w:szCs w:val="16"/>
    </w:rPr>
  </w:style>
  <w:style w:type="table" w:styleId="TableGrid0">
    <w:name w:val="Table Grid"/>
    <w:basedOn w:val="TableNormal"/>
    <w:uiPriority w:val="59"/>
    <w:rsid w:val="0057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336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7F0C"/>
    <w:rPr>
      <w:color w:val="ED1B3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0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github.com/erfajo/OrchidForDynamo/raw/master/Builds/OrchidForDynamo_230.ex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provingground.io/tools/lunchbox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provingground.io/tools/lunchbox/download-lunchbox-for-grasshopper/" TargetMode="External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dyn-builds-data.s3-us-west-2.amazonaws.com/DynamoInstall2.0.4.exe" TargetMode="External"/><Relationship Id="rId23" Type="http://schemas.openxmlformats.org/officeDocument/2006/relationships/footer" Target="footer1.xml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hyperlink" Target="https://provingground.io/tools/lunchbox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01%20STYLE%20GUIDE%20&amp;%20TEMPLATES\04%20Word%20Templates\S9%20Blank%20Letterhead%20Portrait%20(Template).dotx" TargetMode="External"/></Relationships>
</file>

<file path=word/theme/theme1.xml><?xml version="1.0" encoding="utf-8"?>
<a:theme xmlns:a="http://schemas.openxmlformats.org/drawingml/2006/main" name="Office Theme">
  <a:themeElements>
    <a:clrScheme name="StudioNine">
      <a:dk1>
        <a:srgbClr val="000000"/>
      </a:dk1>
      <a:lt1>
        <a:srgbClr val="ED1B35"/>
      </a:lt1>
      <a:dk2>
        <a:srgbClr val="E92E3F"/>
      </a:dk2>
      <a:lt2>
        <a:srgbClr val="FFFFFF"/>
      </a:lt2>
      <a:accent1>
        <a:srgbClr val="ED5F6C"/>
      </a:accent1>
      <a:accent2>
        <a:srgbClr val="C0504D"/>
      </a:accent2>
      <a:accent3>
        <a:srgbClr val="F6A1AD"/>
      </a:accent3>
      <a:accent4>
        <a:srgbClr val="222222"/>
      </a:accent4>
      <a:accent5>
        <a:srgbClr val="212121"/>
      </a:accent5>
      <a:accent6>
        <a:srgbClr val="484848"/>
      </a:accent6>
      <a:hlink>
        <a:srgbClr val="ED1B35"/>
      </a:hlink>
      <a:folHlink>
        <a:srgbClr val="ED1B3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05FF165728749B9612A83C6E576B6" ma:contentTypeVersion="13" ma:contentTypeDescription="Create a new document." ma:contentTypeScope="" ma:versionID="f156877b955c61e898d1304a9f5dfe3a">
  <xsd:schema xmlns:xsd="http://www.w3.org/2001/XMLSchema" xmlns:xs="http://www.w3.org/2001/XMLSchema" xmlns:p="http://schemas.microsoft.com/office/2006/metadata/properties" xmlns:ns2="8c3db7ad-5de3-469a-b2d6-4b4c404ddf45" xmlns:ns3="d2ce48e1-d32c-496c-b82d-46d5450ad63d" targetNamespace="http://schemas.microsoft.com/office/2006/metadata/properties" ma:root="true" ma:fieldsID="29a6d312cb4ced2f1bc6c9d489dea965" ns2:_="" ns3:_="">
    <xsd:import namespace="8c3db7ad-5de3-469a-b2d6-4b4c404ddf45"/>
    <xsd:import namespace="d2ce48e1-d32c-496c-b82d-46d5450ad6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db7ad-5de3-469a-b2d6-4b4c404ddf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e48e1-d32c-496c-b82d-46d5450ad6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1878A1-60E1-47F8-BE73-88C21DCBE5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C43EF-555A-4155-B65E-3694F4907117}"/>
</file>

<file path=customXml/itemProps3.xml><?xml version="1.0" encoding="utf-8"?>
<ds:datastoreItem xmlns:ds="http://schemas.openxmlformats.org/officeDocument/2006/customXml" ds:itemID="{E1D56EB1-824F-4126-B0DD-4F18B2FBA0FB}"/>
</file>

<file path=customXml/itemProps4.xml><?xml version="1.0" encoding="utf-8"?>
<ds:datastoreItem xmlns:ds="http://schemas.openxmlformats.org/officeDocument/2006/customXml" ds:itemID="{A8E21C7A-AFDB-40EE-AADD-31A8207515B3}"/>
</file>

<file path=docProps/app.xml><?xml version="1.0" encoding="utf-8"?>
<Properties xmlns="http://schemas.openxmlformats.org/officeDocument/2006/extended-properties" xmlns:vt="http://schemas.openxmlformats.org/officeDocument/2006/docPropsVTypes">
  <Template>S9 Blank Letterhead Portrait (Template).dotx</Template>
  <TotalTime>631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Rimas Kaminskas</dc:creator>
  <cp:lastModifiedBy>Aaron Schintler</cp:lastModifiedBy>
  <cp:revision>17</cp:revision>
  <dcterms:created xsi:type="dcterms:W3CDTF">2020-07-15T00:59:00Z</dcterms:created>
  <dcterms:modified xsi:type="dcterms:W3CDTF">2020-09-11T06:20:00Z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0x0101009DD05FF165728749B9612A83C6E576B6</vt:lpwstr>
  </property>
</Properties>
</file>